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964B9" w14:textId="77777777" w:rsidR="00592CA0" w:rsidRDefault="00592CA0" w:rsidP="00A626A3">
      <w:pPr>
        <w:jc w:val="center"/>
        <w:rPr>
          <w:rFonts w:ascii="Verdana" w:hAnsi="Verdana"/>
          <w:b/>
          <w:sz w:val="28"/>
          <w:szCs w:val="28"/>
        </w:rPr>
      </w:pPr>
    </w:p>
    <w:p w14:paraId="2E29D7B0" w14:textId="77777777" w:rsidR="00364EF3" w:rsidRPr="00CA2D06" w:rsidRDefault="00364EF3" w:rsidP="00A626A3">
      <w:pPr>
        <w:jc w:val="center"/>
        <w:rPr>
          <w:rFonts w:ascii="Verdana" w:hAnsi="Verdana"/>
          <w:b/>
          <w:sz w:val="28"/>
          <w:szCs w:val="28"/>
        </w:rPr>
      </w:pPr>
    </w:p>
    <w:p w14:paraId="1644438C" w14:textId="77777777" w:rsidR="00592CA0" w:rsidRPr="009E7E04" w:rsidRDefault="006B5364" w:rsidP="006B5364">
      <w:pPr>
        <w:tabs>
          <w:tab w:val="left" w:pos="380"/>
        </w:tabs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ab/>
      </w:r>
    </w:p>
    <w:p w14:paraId="53E005B5" w14:textId="77777777" w:rsidR="00A43E42" w:rsidRPr="00EF03E5" w:rsidRDefault="00A43E42" w:rsidP="00A43E42">
      <w:pPr>
        <w:autoSpaceDE w:val="0"/>
        <w:autoSpaceDN w:val="0"/>
        <w:adjustRightInd w:val="0"/>
        <w:jc w:val="center"/>
        <w:rPr>
          <w:rFonts w:ascii="Verdana" w:hAnsi="Verdana" w:cs="Verdana-Bold"/>
          <w:b/>
          <w:bCs/>
          <w:color w:val="000000"/>
        </w:rPr>
      </w:pPr>
    </w:p>
    <w:p w14:paraId="5447E544" w14:textId="77777777" w:rsidR="00A43E42" w:rsidRDefault="00A43E42" w:rsidP="00A43E42">
      <w:pPr>
        <w:autoSpaceDE w:val="0"/>
        <w:autoSpaceDN w:val="0"/>
        <w:adjustRightInd w:val="0"/>
        <w:jc w:val="center"/>
        <w:rPr>
          <w:rFonts w:ascii="Verdana" w:hAnsi="Verdana" w:cs="Verdana-Bold"/>
          <w:b/>
          <w:bCs/>
          <w:color w:val="000000"/>
        </w:rPr>
      </w:pPr>
    </w:p>
    <w:p w14:paraId="65334CD9" w14:textId="77777777" w:rsidR="00364EF3" w:rsidRPr="00EF03E5" w:rsidRDefault="00364EF3" w:rsidP="00A43E42">
      <w:pPr>
        <w:autoSpaceDE w:val="0"/>
        <w:autoSpaceDN w:val="0"/>
        <w:adjustRightInd w:val="0"/>
        <w:jc w:val="center"/>
        <w:rPr>
          <w:rFonts w:ascii="Verdana" w:hAnsi="Verdana" w:cs="Verdana-Bold"/>
          <w:b/>
          <w:bCs/>
          <w:color w:val="000000"/>
        </w:rPr>
      </w:pPr>
    </w:p>
    <w:p w14:paraId="7C18174A" w14:textId="77777777" w:rsidR="00E86833" w:rsidRPr="00E86833" w:rsidRDefault="00E86833" w:rsidP="00E86833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14:paraId="434278C1" w14:textId="77777777" w:rsidR="005D204D" w:rsidRPr="005D204D" w:rsidRDefault="00F92E59" w:rsidP="005D204D">
      <w:pPr>
        <w:pStyle w:val="ParagrapheIndent2"/>
        <w:ind w:left="20" w:right="20"/>
        <w:jc w:val="center"/>
        <w:rPr>
          <w:rFonts w:ascii="Verdana" w:hAnsi="Verdana"/>
          <w:b/>
          <w:sz w:val="28"/>
          <w:szCs w:val="28"/>
        </w:rPr>
      </w:pPr>
      <w:r w:rsidRPr="00FF3F33">
        <w:rPr>
          <w:rFonts w:ascii="Verdana" w:hAnsi="Verdana"/>
          <w:b/>
          <w:sz w:val="28"/>
          <w:szCs w:val="28"/>
        </w:rPr>
        <w:t xml:space="preserve">Marché </w:t>
      </w:r>
      <w:r>
        <w:rPr>
          <w:rFonts w:ascii="Verdana" w:hAnsi="Verdana"/>
          <w:b/>
          <w:sz w:val="28"/>
          <w:szCs w:val="28"/>
        </w:rPr>
        <w:t>de f</w:t>
      </w:r>
      <w:r w:rsidRPr="00FF3F33">
        <w:rPr>
          <w:rFonts w:ascii="Verdana" w:hAnsi="Verdana"/>
          <w:b/>
          <w:sz w:val="28"/>
          <w:szCs w:val="28"/>
        </w:rPr>
        <w:t>ourniture</w:t>
      </w:r>
      <w:r w:rsidR="009D5802">
        <w:rPr>
          <w:rFonts w:ascii="Verdana" w:hAnsi="Verdana"/>
          <w:b/>
          <w:sz w:val="28"/>
          <w:szCs w:val="28"/>
        </w:rPr>
        <w:t>s</w:t>
      </w:r>
      <w:r w:rsidR="005D204D" w:rsidRPr="005D204D">
        <w:rPr>
          <w:rFonts w:ascii="Verdana" w:hAnsi="Verdana"/>
          <w:b/>
          <w:sz w:val="28"/>
          <w:szCs w:val="28"/>
        </w:rPr>
        <w:t xml:space="preserve"> de monographies françaises et étrangères.</w:t>
      </w:r>
    </w:p>
    <w:p w14:paraId="681F5C27" w14:textId="202A4FB7" w:rsidR="00E86833" w:rsidRPr="00E86833" w:rsidRDefault="00F92E59" w:rsidP="005D204D">
      <w:pPr>
        <w:jc w:val="center"/>
        <w:rPr>
          <w:rFonts w:ascii="Verdana" w:hAnsi="Verdana" w:cs="Verdana-Bold"/>
          <w:bCs/>
          <w:color w:val="000000"/>
          <w:sz w:val="24"/>
          <w:szCs w:val="24"/>
        </w:rPr>
      </w:pPr>
      <w:r>
        <w:rPr>
          <w:rFonts w:ascii="Verdana" w:hAnsi="Verdana" w:cs="Verdana-Bold"/>
          <w:bCs/>
          <w:color w:val="000000"/>
          <w:sz w:val="24"/>
          <w:szCs w:val="24"/>
        </w:rPr>
        <w:t>PA</w:t>
      </w:r>
      <w:r w:rsidR="00E86833" w:rsidRPr="00E86833">
        <w:rPr>
          <w:rFonts w:ascii="Verdana" w:hAnsi="Verdana" w:cs="Verdana-Bold"/>
          <w:bCs/>
          <w:color w:val="000000"/>
          <w:sz w:val="24"/>
          <w:szCs w:val="24"/>
        </w:rPr>
        <w:t xml:space="preserve"> </w:t>
      </w:r>
      <w:r>
        <w:rPr>
          <w:rFonts w:ascii="Verdana" w:hAnsi="Verdana" w:cs="Verdana-Bold"/>
          <w:bCs/>
          <w:color w:val="000000"/>
          <w:sz w:val="24"/>
          <w:szCs w:val="24"/>
        </w:rPr>
        <w:t>2</w:t>
      </w:r>
      <w:r w:rsidR="00D0332D">
        <w:rPr>
          <w:rFonts w:ascii="Verdana" w:hAnsi="Verdana" w:cs="Verdana-Bold"/>
          <w:bCs/>
          <w:color w:val="000000"/>
          <w:sz w:val="24"/>
          <w:szCs w:val="24"/>
        </w:rPr>
        <w:t>6-</w:t>
      </w:r>
      <w:r w:rsidR="00E86833" w:rsidRPr="00E86833">
        <w:rPr>
          <w:rFonts w:ascii="Verdana" w:hAnsi="Verdana" w:cs="Verdana-Bold"/>
          <w:bCs/>
          <w:color w:val="000000"/>
          <w:sz w:val="24"/>
          <w:szCs w:val="24"/>
        </w:rPr>
        <w:t>0</w:t>
      </w:r>
      <w:r w:rsidR="00D0332D">
        <w:rPr>
          <w:rFonts w:ascii="Verdana" w:hAnsi="Verdana" w:cs="Verdana-Bold"/>
          <w:bCs/>
          <w:color w:val="000000"/>
          <w:sz w:val="24"/>
          <w:szCs w:val="24"/>
        </w:rPr>
        <w:t>1</w:t>
      </w:r>
    </w:p>
    <w:p w14:paraId="161F2E6B" w14:textId="77777777" w:rsidR="00E364FC" w:rsidRDefault="00E364FC" w:rsidP="00E86833">
      <w:pPr>
        <w:jc w:val="center"/>
        <w:rPr>
          <w:rFonts w:ascii="Verdana" w:hAnsi="Verdana" w:cstheme="minorHAnsi"/>
          <w:sz w:val="24"/>
          <w:szCs w:val="24"/>
        </w:rPr>
      </w:pPr>
    </w:p>
    <w:p w14:paraId="45448813" w14:textId="77777777" w:rsidR="00364EF3" w:rsidRDefault="00364EF3" w:rsidP="00E86833">
      <w:pPr>
        <w:jc w:val="center"/>
        <w:rPr>
          <w:rFonts w:ascii="Verdana" w:hAnsi="Verdana" w:cstheme="minorHAnsi"/>
          <w:sz w:val="24"/>
          <w:szCs w:val="24"/>
        </w:rPr>
      </w:pPr>
    </w:p>
    <w:p w14:paraId="71252C7F" w14:textId="77777777" w:rsidR="00364EF3" w:rsidRDefault="00364EF3" w:rsidP="00E86833">
      <w:pPr>
        <w:jc w:val="center"/>
        <w:rPr>
          <w:rFonts w:ascii="Verdana" w:hAnsi="Verdana" w:cstheme="minorHAnsi"/>
          <w:sz w:val="24"/>
          <w:szCs w:val="24"/>
        </w:rPr>
      </w:pPr>
    </w:p>
    <w:p w14:paraId="3A28FE0C" w14:textId="77777777" w:rsidR="00364EF3" w:rsidRDefault="00364EF3" w:rsidP="00364EF3">
      <w:pPr>
        <w:jc w:val="center"/>
        <w:rPr>
          <w:rFonts w:ascii="Verdana" w:hAnsi="Verdana"/>
          <w:b/>
          <w:sz w:val="32"/>
          <w:szCs w:val="32"/>
        </w:rPr>
      </w:pPr>
      <w:r w:rsidRPr="00934A41">
        <w:rPr>
          <w:rFonts w:ascii="Verdana" w:hAnsi="Verdana"/>
          <w:b/>
          <w:sz w:val="32"/>
          <w:szCs w:val="32"/>
        </w:rPr>
        <w:t>Bordereau de remise</w:t>
      </w:r>
    </w:p>
    <w:p w14:paraId="51A6DA37" w14:textId="77777777" w:rsidR="00364EF3" w:rsidRDefault="00364EF3" w:rsidP="00364EF3">
      <w:pPr>
        <w:jc w:val="center"/>
        <w:rPr>
          <w:rFonts w:ascii="Verdana" w:hAnsi="Verdana"/>
          <w:b/>
          <w:sz w:val="32"/>
          <w:szCs w:val="32"/>
        </w:rPr>
      </w:pPr>
    </w:p>
    <w:p w14:paraId="090E513E" w14:textId="77777777" w:rsidR="00364EF3" w:rsidRPr="00364EF3" w:rsidRDefault="00364EF3" w:rsidP="00364EF3">
      <w:pPr>
        <w:jc w:val="center"/>
        <w:rPr>
          <w:rFonts w:ascii="Verdana" w:hAnsi="Verdana"/>
          <w:sz w:val="32"/>
          <w:szCs w:val="32"/>
        </w:rPr>
      </w:pPr>
      <w:r w:rsidRPr="00364EF3">
        <w:rPr>
          <w:rFonts w:ascii="Verdana" w:hAnsi="Verdana"/>
          <w:sz w:val="32"/>
          <w:szCs w:val="32"/>
        </w:rPr>
        <w:t>Pourcentages de remise appliqués sur le prix éditeur (remise de base, taux d’escompte, offres promotionnelles ou commissions, etc).</w:t>
      </w:r>
    </w:p>
    <w:p w14:paraId="054F6229" w14:textId="77777777" w:rsidR="00364EF3" w:rsidRPr="00934A41" w:rsidRDefault="00364EF3" w:rsidP="00364EF3">
      <w:pPr>
        <w:rPr>
          <w:rFonts w:ascii="Verdana" w:hAnsi="Verdana"/>
          <w:b/>
        </w:rPr>
      </w:pPr>
    </w:p>
    <w:p w14:paraId="51757FEE" w14:textId="77777777" w:rsidR="00364EF3" w:rsidRPr="00934A41" w:rsidRDefault="00364EF3" w:rsidP="00364EF3">
      <w:pPr>
        <w:rPr>
          <w:rFonts w:ascii="Verdana" w:hAnsi="Verdana"/>
          <w:b/>
        </w:rPr>
      </w:pPr>
    </w:p>
    <w:p w14:paraId="23B9C0C7" w14:textId="77777777" w:rsidR="00364EF3" w:rsidRPr="00934A41" w:rsidRDefault="00364EF3" w:rsidP="00364EF3">
      <w:pPr>
        <w:rPr>
          <w:rFonts w:ascii="Verdana" w:hAnsi="Verdana"/>
          <w:b/>
        </w:rPr>
      </w:pPr>
    </w:p>
    <w:p w14:paraId="28255AAD" w14:textId="77777777" w:rsidR="00364EF3" w:rsidRPr="00934A41" w:rsidRDefault="00364EF3" w:rsidP="00364EF3">
      <w:pPr>
        <w:rPr>
          <w:rFonts w:ascii="Verdana" w:hAnsi="Verdana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0"/>
      </w:tblGrid>
      <w:tr w:rsidR="00364EF3" w:rsidRPr="00B44CAC" w14:paraId="75532D0B" w14:textId="77777777" w:rsidTr="005D204D">
        <w:trPr>
          <w:trHeight w:val="729"/>
          <w:jc w:val="center"/>
        </w:trPr>
        <w:tc>
          <w:tcPr>
            <w:tcW w:w="5340" w:type="dxa"/>
            <w:shd w:val="clear" w:color="auto" w:fill="auto"/>
            <w:vAlign w:val="center"/>
          </w:tcPr>
          <w:p w14:paraId="3C146428" w14:textId="77777777" w:rsidR="00364EF3" w:rsidRPr="00B44CAC" w:rsidRDefault="00364EF3" w:rsidP="0045734A">
            <w:pPr>
              <w:jc w:val="center"/>
              <w:rPr>
                <w:rFonts w:ascii="Verdana" w:hAnsi="Verdana"/>
                <w:b/>
              </w:rPr>
            </w:pPr>
            <w:r w:rsidRPr="00B44CAC">
              <w:rPr>
                <w:rFonts w:ascii="Verdana" w:hAnsi="Verdana"/>
                <w:b/>
              </w:rPr>
              <w:t>Montant de la remise accordée sur le prix éditeur</w:t>
            </w:r>
          </w:p>
        </w:tc>
      </w:tr>
      <w:tr w:rsidR="00364EF3" w:rsidRPr="00B44CAC" w14:paraId="323F3F8E" w14:textId="77777777" w:rsidTr="005D204D">
        <w:trPr>
          <w:trHeight w:val="1459"/>
          <w:jc w:val="center"/>
        </w:trPr>
        <w:tc>
          <w:tcPr>
            <w:tcW w:w="5340" w:type="dxa"/>
            <w:shd w:val="clear" w:color="auto" w:fill="auto"/>
            <w:vAlign w:val="center"/>
          </w:tcPr>
          <w:p w14:paraId="12F3E906" w14:textId="77777777" w:rsidR="00364EF3" w:rsidRPr="00B44CAC" w:rsidRDefault="00364EF3" w:rsidP="0045734A">
            <w:pPr>
              <w:jc w:val="center"/>
              <w:rPr>
                <w:rFonts w:ascii="Verdana" w:hAnsi="Verdana"/>
                <w:sz w:val="36"/>
                <w:szCs w:val="36"/>
              </w:rPr>
            </w:pPr>
            <w:r w:rsidRPr="00B44CAC">
              <w:rPr>
                <w:rFonts w:ascii="Verdana" w:hAnsi="Verdana"/>
                <w:sz w:val="36"/>
                <w:szCs w:val="36"/>
              </w:rPr>
              <w:t xml:space="preserve">  %</w:t>
            </w:r>
          </w:p>
        </w:tc>
      </w:tr>
    </w:tbl>
    <w:p w14:paraId="3F760327" w14:textId="77777777" w:rsidR="00364EF3" w:rsidRPr="00934A41" w:rsidRDefault="00364EF3" w:rsidP="00364EF3">
      <w:pPr>
        <w:jc w:val="center"/>
        <w:rPr>
          <w:rFonts w:ascii="Verdana" w:hAnsi="Verdana"/>
        </w:rPr>
      </w:pPr>
    </w:p>
    <w:p w14:paraId="2D63BD78" w14:textId="77777777" w:rsidR="00364EF3" w:rsidRDefault="00364EF3" w:rsidP="00364EF3">
      <w:pPr>
        <w:rPr>
          <w:rFonts w:ascii="Verdana" w:hAnsi="Verdana"/>
        </w:rPr>
      </w:pPr>
    </w:p>
    <w:p w14:paraId="66687750" w14:textId="77777777" w:rsidR="005D204D" w:rsidRDefault="005D204D" w:rsidP="00364EF3">
      <w:pPr>
        <w:rPr>
          <w:rFonts w:ascii="Verdana" w:hAnsi="Verdana"/>
        </w:rPr>
      </w:pPr>
    </w:p>
    <w:p w14:paraId="50B62648" w14:textId="77777777" w:rsidR="007B0177" w:rsidRDefault="007B0177" w:rsidP="00364EF3">
      <w:pPr>
        <w:rPr>
          <w:rFonts w:ascii="Verdana" w:hAnsi="Verdana"/>
        </w:rPr>
      </w:pPr>
    </w:p>
    <w:p w14:paraId="76E77969" w14:textId="77777777" w:rsidR="007B0177" w:rsidRDefault="007B0177" w:rsidP="00364EF3">
      <w:pPr>
        <w:rPr>
          <w:rFonts w:ascii="Verdana" w:hAnsi="Verdana"/>
        </w:rPr>
      </w:pPr>
    </w:p>
    <w:p w14:paraId="2929A882" w14:textId="77777777" w:rsidR="005D204D" w:rsidRDefault="005D204D" w:rsidP="00364EF3">
      <w:pPr>
        <w:rPr>
          <w:rFonts w:ascii="Verdana" w:hAnsi="Verdana"/>
        </w:rPr>
      </w:pPr>
    </w:p>
    <w:p w14:paraId="3E324457" w14:textId="77777777" w:rsidR="005D204D" w:rsidRDefault="005D204D" w:rsidP="007B0177">
      <w:pPr>
        <w:jc w:val="both"/>
        <w:rPr>
          <w:rFonts w:ascii="Verdana" w:hAnsi="Verdana"/>
        </w:rPr>
      </w:pPr>
    </w:p>
    <w:p w14:paraId="29749187" w14:textId="77777777" w:rsidR="00364EF3" w:rsidRDefault="00364EF3" w:rsidP="007B0177">
      <w:pPr>
        <w:ind w:left="2124" w:firstLine="708"/>
        <w:jc w:val="both"/>
        <w:rPr>
          <w:rFonts w:ascii="Verdana" w:hAnsi="Verdana"/>
          <w:sz w:val="18"/>
          <w:szCs w:val="18"/>
        </w:rPr>
      </w:pPr>
      <w:r w:rsidRPr="00572F57">
        <w:rPr>
          <w:rFonts w:ascii="Verdana" w:hAnsi="Verdana"/>
          <w:sz w:val="18"/>
          <w:szCs w:val="18"/>
        </w:rPr>
        <w:t>À ……………………………</w:t>
      </w:r>
      <w:r>
        <w:rPr>
          <w:rFonts w:ascii="Verdana" w:hAnsi="Verdana"/>
          <w:sz w:val="18"/>
          <w:szCs w:val="18"/>
        </w:rPr>
        <w:t>……………………………, le ………./……………./…………</w:t>
      </w:r>
    </w:p>
    <w:p w14:paraId="77FFAC4D" w14:textId="77777777" w:rsidR="005D204D" w:rsidRDefault="005D204D" w:rsidP="007B0177">
      <w:pPr>
        <w:jc w:val="both"/>
        <w:rPr>
          <w:rFonts w:ascii="Verdana" w:hAnsi="Verdana"/>
          <w:sz w:val="18"/>
          <w:szCs w:val="18"/>
        </w:rPr>
      </w:pPr>
    </w:p>
    <w:p w14:paraId="2681F205" w14:textId="77777777" w:rsidR="005D204D" w:rsidRPr="00572F57" w:rsidRDefault="005D204D" w:rsidP="007B0177">
      <w:pPr>
        <w:jc w:val="both"/>
        <w:rPr>
          <w:rFonts w:ascii="Verdana" w:hAnsi="Verdana"/>
          <w:sz w:val="18"/>
          <w:szCs w:val="18"/>
        </w:rPr>
      </w:pPr>
    </w:p>
    <w:p w14:paraId="622E80F5" w14:textId="77777777" w:rsidR="00364EF3" w:rsidRDefault="00364EF3" w:rsidP="007B0177">
      <w:pPr>
        <w:jc w:val="both"/>
        <w:rPr>
          <w:rFonts w:ascii="Verdana" w:hAnsi="Verdana"/>
          <w:sz w:val="18"/>
          <w:szCs w:val="18"/>
        </w:rPr>
      </w:pPr>
    </w:p>
    <w:p w14:paraId="2D161A5C" w14:textId="77777777" w:rsidR="005D204D" w:rsidRPr="00572F57" w:rsidRDefault="005D204D" w:rsidP="007B0177">
      <w:pPr>
        <w:jc w:val="both"/>
        <w:rPr>
          <w:rFonts w:ascii="Verdana" w:hAnsi="Verdana"/>
          <w:sz w:val="18"/>
          <w:szCs w:val="18"/>
        </w:rPr>
      </w:pPr>
    </w:p>
    <w:p w14:paraId="43FE0FB7" w14:textId="77777777" w:rsidR="007B0177" w:rsidRDefault="00364EF3" w:rsidP="007B0177">
      <w:pPr>
        <w:tabs>
          <w:tab w:val="left" w:pos="4500"/>
        </w:tabs>
        <w:jc w:val="both"/>
        <w:rPr>
          <w:rFonts w:ascii="Verdana" w:hAnsi="Verdana"/>
          <w:sz w:val="18"/>
          <w:szCs w:val="18"/>
        </w:rPr>
      </w:pPr>
      <w:r w:rsidRPr="00572F57">
        <w:rPr>
          <w:rFonts w:ascii="Verdana" w:hAnsi="Verdana"/>
          <w:sz w:val="18"/>
          <w:szCs w:val="18"/>
        </w:rPr>
        <w:tab/>
      </w:r>
      <w:r w:rsidR="007B0177">
        <w:rPr>
          <w:rFonts w:ascii="Verdana" w:hAnsi="Verdana"/>
          <w:sz w:val="18"/>
          <w:szCs w:val="18"/>
        </w:rPr>
        <w:tab/>
      </w:r>
      <w:r w:rsidR="007B0177">
        <w:rPr>
          <w:rFonts w:ascii="Verdana" w:hAnsi="Verdana"/>
          <w:sz w:val="18"/>
          <w:szCs w:val="18"/>
        </w:rPr>
        <w:tab/>
      </w:r>
      <w:r w:rsidR="007B0177">
        <w:rPr>
          <w:rFonts w:ascii="Verdana" w:hAnsi="Verdana"/>
          <w:sz w:val="18"/>
          <w:szCs w:val="18"/>
        </w:rPr>
        <w:tab/>
      </w:r>
      <w:r w:rsidR="007B0177">
        <w:rPr>
          <w:rFonts w:ascii="Verdana" w:hAnsi="Verdana"/>
          <w:sz w:val="18"/>
          <w:szCs w:val="18"/>
        </w:rPr>
        <w:tab/>
      </w:r>
      <w:r w:rsidR="007B0177">
        <w:rPr>
          <w:rFonts w:ascii="Verdana" w:hAnsi="Verdana"/>
          <w:sz w:val="18"/>
          <w:szCs w:val="18"/>
        </w:rPr>
        <w:tab/>
      </w:r>
    </w:p>
    <w:p w14:paraId="04ADC696" w14:textId="77777777" w:rsidR="00364EF3" w:rsidRPr="00E86833" w:rsidRDefault="0011323A" w:rsidP="007B0177">
      <w:pPr>
        <w:tabs>
          <w:tab w:val="left" w:pos="4500"/>
        </w:tabs>
        <w:jc w:val="both"/>
        <w:rPr>
          <w:rFonts w:ascii="Verdana" w:hAnsi="Verdana" w:cstheme="minorHAnsi"/>
          <w:sz w:val="24"/>
          <w:szCs w:val="24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Signatu</w:t>
      </w:r>
      <w:r w:rsidR="007B0177">
        <w:rPr>
          <w:rFonts w:ascii="Verdana" w:hAnsi="Verdana"/>
          <w:sz w:val="18"/>
          <w:szCs w:val="18"/>
        </w:rPr>
        <w:t>re</w:t>
      </w:r>
    </w:p>
    <w:sectPr w:rsidR="00364EF3" w:rsidRPr="00E86833" w:rsidSect="005F439A">
      <w:headerReference w:type="default" r:id="rId6"/>
      <w:footerReference w:type="default" r:id="rId7"/>
      <w:headerReference w:type="first" r:id="rId8"/>
      <w:footerReference w:type="first" r:id="rId9"/>
      <w:type w:val="continuous"/>
      <w:pgSz w:w="11906" w:h="16838" w:code="9"/>
      <w:pgMar w:top="1701" w:right="1418" w:bottom="1418" w:left="1418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B9005C" w14:textId="77777777" w:rsidR="00086D6C" w:rsidRDefault="00086D6C">
      <w:r>
        <w:separator/>
      </w:r>
    </w:p>
  </w:endnote>
  <w:endnote w:type="continuationSeparator" w:id="0">
    <w:p w14:paraId="093A1E65" w14:textId="77777777" w:rsidR="00086D6C" w:rsidRDefault="00086D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F New Republic">
    <w:altName w:val="Courier New"/>
    <w:charset w:val="00"/>
    <w:family w:val="auto"/>
    <w:pitch w:val="variable"/>
    <w:sig w:usb0="8000002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54805" w14:textId="77777777" w:rsidR="00A74028" w:rsidRPr="005F439A" w:rsidRDefault="00425E2A" w:rsidP="005F439A">
    <w:pPr>
      <w:pStyle w:val="Pieddepage"/>
      <w:ind w:hanging="720"/>
      <w:rPr>
        <w:szCs w:val="18"/>
      </w:rPr>
    </w:pPr>
    <w:r>
      <w:rPr>
        <w:noProof/>
      </w:rPr>
      <w:drawing>
        <wp:inline distT="0" distB="0" distL="0" distR="0" wp14:anchorId="1824AFA9" wp14:editId="5273AB67">
          <wp:extent cx="4467225" cy="85725"/>
          <wp:effectExtent l="0" t="0" r="9525" b="9525"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67225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DB86B" w14:textId="77777777" w:rsidR="00A74028" w:rsidRPr="005F439A" w:rsidRDefault="00F92E59" w:rsidP="005F439A">
    <w:pPr>
      <w:pStyle w:val="Pieddepage"/>
      <w:ind w:hanging="720"/>
      <w:rPr>
        <w:rFonts w:ascii="SF New Republic" w:hAnsi="SF New Republic"/>
        <w:noProof/>
        <w:color w:val="808080"/>
        <w:sz w:val="18"/>
        <w:szCs w:val="18"/>
      </w:rPr>
    </w:pPr>
    <w:r w:rsidRPr="002D45FD">
      <w:rPr>
        <w:noProof/>
        <w:sz w:val="16"/>
        <w:szCs w:val="16"/>
      </w:rPr>
      <w:drawing>
        <wp:anchor distT="0" distB="0" distL="114300" distR="114300" simplePos="0" relativeHeight="251659776" behindDoc="0" locked="0" layoutInCell="1" allowOverlap="1" wp14:anchorId="0D33C468" wp14:editId="1602831B">
          <wp:simplePos x="0" y="0"/>
          <wp:positionH relativeFrom="page">
            <wp:posOffset>207010</wp:posOffset>
          </wp:positionH>
          <wp:positionV relativeFrom="paragraph">
            <wp:posOffset>-508635</wp:posOffset>
          </wp:positionV>
          <wp:extent cx="7162800" cy="913765"/>
          <wp:effectExtent l="0" t="0" r="0" b="0"/>
          <wp:wrapSquare wrapText="bothSides"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ed_page_v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62800" cy="9137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425E2A">
      <w:rPr>
        <w:noProof/>
      </w:rPr>
      <mc:AlternateContent>
        <mc:Choice Requires="wps">
          <w:drawing>
            <wp:anchor distT="0" distB="0" distL="114300" distR="114300" simplePos="0" relativeHeight="251656704" behindDoc="0" locked="1" layoutInCell="1" allowOverlap="1" wp14:anchorId="796C548F" wp14:editId="4BF4E32A">
              <wp:simplePos x="0" y="0"/>
              <wp:positionH relativeFrom="column">
                <wp:posOffset>-457200</wp:posOffset>
              </wp:positionH>
              <wp:positionV relativeFrom="paragraph">
                <wp:posOffset>-8903335</wp:posOffset>
              </wp:positionV>
              <wp:extent cx="0" cy="8801100"/>
              <wp:effectExtent l="9525" t="12065" r="9525" b="6985"/>
              <wp:wrapNone/>
              <wp:docPr id="5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8011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AA0CF0" id="Line 1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-701.05pt" to="-36pt,-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" strokecolor="gray" strokeweight="1pt"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81993" w14:textId="77777777" w:rsidR="00086D6C" w:rsidRDefault="00086D6C">
      <w:r>
        <w:separator/>
      </w:r>
    </w:p>
  </w:footnote>
  <w:footnote w:type="continuationSeparator" w:id="0">
    <w:p w14:paraId="04B35E18" w14:textId="77777777" w:rsidR="00086D6C" w:rsidRDefault="00086D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54072" w14:textId="77777777" w:rsidR="00A74028" w:rsidRPr="005F439A" w:rsidRDefault="00425E2A" w:rsidP="005F439A">
    <w:pPr>
      <w:pStyle w:val="En-tte"/>
      <w:ind w:left="-540" w:hanging="360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1" layoutInCell="1" allowOverlap="1" wp14:anchorId="0BC34AD7" wp14:editId="5E1ADC6A">
              <wp:simplePos x="0" y="0"/>
              <wp:positionH relativeFrom="column">
                <wp:posOffset>-457200</wp:posOffset>
              </wp:positionH>
              <wp:positionV relativeFrom="paragraph">
                <wp:posOffset>491490</wp:posOffset>
              </wp:positionV>
              <wp:extent cx="0" cy="9372600"/>
              <wp:effectExtent l="9525" t="15240" r="9525" b="13335"/>
              <wp:wrapNone/>
              <wp:docPr id="6" name="Line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93726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80808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6C5C620" id="Line 1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38.7pt" to="-36pt,77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" strokecolor="gray" strokeweight="1pt">
              <w10:anchorlock/>
            </v:line>
          </w:pict>
        </mc:Fallback>
      </mc:AlternateContent>
    </w:r>
    <w:r>
      <w:rPr>
        <w:noProof/>
      </w:rPr>
      <w:drawing>
        <wp:inline distT="0" distB="0" distL="0" distR="0" wp14:anchorId="4786C532" wp14:editId="1847DE37">
          <wp:extent cx="514350" cy="476250"/>
          <wp:effectExtent l="0" t="0" r="0" b="0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2136D" w14:textId="77777777" w:rsidR="0011323A" w:rsidRPr="00760FAD" w:rsidRDefault="00F92E59" w:rsidP="0011323A">
    <w:pPr>
      <w:jc w:val="right"/>
      <w:rPr>
        <w:b/>
      </w:rPr>
    </w:pPr>
    <w:r>
      <w:rPr>
        <w:noProof/>
      </w:rPr>
      <w:drawing>
        <wp:anchor distT="0" distB="0" distL="114300" distR="114300" simplePos="0" relativeHeight="251660800" behindDoc="0" locked="0" layoutInCell="1" allowOverlap="1" wp14:anchorId="3A83736C" wp14:editId="5FEFCA61">
          <wp:simplePos x="0" y="0"/>
          <wp:positionH relativeFrom="column">
            <wp:posOffset>-621030</wp:posOffset>
          </wp:positionH>
          <wp:positionV relativeFrom="paragraph">
            <wp:posOffset>8255</wp:posOffset>
          </wp:positionV>
          <wp:extent cx="1552575" cy="895350"/>
          <wp:effectExtent l="0" t="0" r="0" b="0"/>
          <wp:wrapNone/>
          <wp:docPr id="6152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152" name="Imag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8953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a14="http://schemas.microsoft.com/office/drawing/2010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anchor>
      </w:drawing>
    </w:r>
    <w:r w:rsidR="0011323A">
      <w:tab/>
    </w:r>
    <w:r w:rsidR="0011323A">
      <w:tab/>
    </w:r>
    <w:r w:rsidR="0011323A">
      <w:tab/>
    </w:r>
    <w:r w:rsidR="0011323A" w:rsidRPr="00760FAD">
      <w:rPr>
        <w:b/>
        <w:color w:val="FF0000"/>
      </w:rPr>
      <w:t xml:space="preserve">Annexe </w:t>
    </w:r>
    <w:r w:rsidR="0011323A">
      <w:rPr>
        <w:b/>
        <w:color w:val="FF0000"/>
      </w:rPr>
      <w:t>2</w:t>
    </w:r>
  </w:p>
  <w:p w14:paraId="7B201AC7" w14:textId="77777777" w:rsidR="00A74028" w:rsidRPr="005F439A" w:rsidRDefault="0011323A" w:rsidP="005F439A">
    <w:pPr>
      <w:pStyle w:val="En-tte"/>
      <w:ind w:left="360" w:hanging="1260"/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6218"/>
    <w:rsid w:val="00003E47"/>
    <w:rsid w:val="00003FB4"/>
    <w:rsid w:val="00006B6A"/>
    <w:rsid w:val="00012538"/>
    <w:rsid w:val="00020D4C"/>
    <w:rsid w:val="000321DD"/>
    <w:rsid w:val="0003253C"/>
    <w:rsid w:val="00035AFA"/>
    <w:rsid w:val="00037448"/>
    <w:rsid w:val="00041320"/>
    <w:rsid w:val="00045860"/>
    <w:rsid w:val="000629D3"/>
    <w:rsid w:val="00067076"/>
    <w:rsid w:val="00071AB1"/>
    <w:rsid w:val="000744D1"/>
    <w:rsid w:val="0007588B"/>
    <w:rsid w:val="00075E17"/>
    <w:rsid w:val="00077526"/>
    <w:rsid w:val="00082A65"/>
    <w:rsid w:val="00086478"/>
    <w:rsid w:val="00086D6C"/>
    <w:rsid w:val="0009061E"/>
    <w:rsid w:val="00090B74"/>
    <w:rsid w:val="00090C2A"/>
    <w:rsid w:val="000918A0"/>
    <w:rsid w:val="00092769"/>
    <w:rsid w:val="00092F10"/>
    <w:rsid w:val="00096300"/>
    <w:rsid w:val="000A41FE"/>
    <w:rsid w:val="000A66F5"/>
    <w:rsid w:val="000B381B"/>
    <w:rsid w:val="000B7C04"/>
    <w:rsid w:val="000C20D5"/>
    <w:rsid w:val="000D0FE0"/>
    <w:rsid w:val="000D1B71"/>
    <w:rsid w:val="000D1D30"/>
    <w:rsid w:val="000E5839"/>
    <w:rsid w:val="000E5DE1"/>
    <w:rsid w:val="000E6D16"/>
    <w:rsid w:val="00101E35"/>
    <w:rsid w:val="0010264C"/>
    <w:rsid w:val="00106C82"/>
    <w:rsid w:val="0011323A"/>
    <w:rsid w:val="00115928"/>
    <w:rsid w:val="001173CD"/>
    <w:rsid w:val="001205A0"/>
    <w:rsid w:val="00121FA2"/>
    <w:rsid w:val="00123E8A"/>
    <w:rsid w:val="001309F4"/>
    <w:rsid w:val="00130F1D"/>
    <w:rsid w:val="00133133"/>
    <w:rsid w:val="00134588"/>
    <w:rsid w:val="0013586D"/>
    <w:rsid w:val="00137BF1"/>
    <w:rsid w:val="00140C6D"/>
    <w:rsid w:val="00150198"/>
    <w:rsid w:val="00152F56"/>
    <w:rsid w:val="00173A9D"/>
    <w:rsid w:val="0018371A"/>
    <w:rsid w:val="00185EDA"/>
    <w:rsid w:val="00191D9B"/>
    <w:rsid w:val="0019312E"/>
    <w:rsid w:val="00194F61"/>
    <w:rsid w:val="00195872"/>
    <w:rsid w:val="001A0AB5"/>
    <w:rsid w:val="001B03F8"/>
    <w:rsid w:val="001B11FB"/>
    <w:rsid w:val="001C6792"/>
    <w:rsid w:val="001D04A8"/>
    <w:rsid w:val="001D16E7"/>
    <w:rsid w:val="001D1E4D"/>
    <w:rsid w:val="001D38F2"/>
    <w:rsid w:val="001D4FAD"/>
    <w:rsid w:val="001D6B1F"/>
    <w:rsid w:val="001D783F"/>
    <w:rsid w:val="001E12B9"/>
    <w:rsid w:val="001F08BA"/>
    <w:rsid w:val="001F48F6"/>
    <w:rsid w:val="001F52E2"/>
    <w:rsid w:val="001F718F"/>
    <w:rsid w:val="001F7C81"/>
    <w:rsid w:val="00206E76"/>
    <w:rsid w:val="0020773C"/>
    <w:rsid w:val="00210A90"/>
    <w:rsid w:val="00213EE9"/>
    <w:rsid w:val="00217CC1"/>
    <w:rsid w:val="00222055"/>
    <w:rsid w:val="00234B13"/>
    <w:rsid w:val="00236E35"/>
    <w:rsid w:val="002437C1"/>
    <w:rsid w:val="002509D1"/>
    <w:rsid w:val="00254D24"/>
    <w:rsid w:val="00260401"/>
    <w:rsid w:val="002613B4"/>
    <w:rsid w:val="00264E92"/>
    <w:rsid w:val="0027056D"/>
    <w:rsid w:val="00270723"/>
    <w:rsid w:val="00273CE9"/>
    <w:rsid w:val="00274B8D"/>
    <w:rsid w:val="002752E7"/>
    <w:rsid w:val="00281E6E"/>
    <w:rsid w:val="00282BB7"/>
    <w:rsid w:val="002A2CB0"/>
    <w:rsid w:val="002A2DE3"/>
    <w:rsid w:val="002A4B76"/>
    <w:rsid w:val="002A5D44"/>
    <w:rsid w:val="002A63CF"/>
    <w:rsid w:val="002B297D"/>
    <w:rsid w:val="002B5016"/>
    <w:rsid w:val="002C76C7"/>
    <w:rsid w:val="002D122E"/>
    <w:rsid w:val="002D2D32"/>
    <w:rsid w:val="002E33C0"/>
    <w:rsid w:val="002E48F9"/>
    <w:rsid w:val="002E63D9"/>
    <w:rsid w:val="002E696B"/>
    <w:rsid w:val="002E73F0"/>
    <w:rsid w:val="002F1DC4"/>
    <w:rsid w:val="002F7561"/>
    <w:rsid w:val="002F7584"/>
    <w:rsid w:val="003021B7"/>
    <w:rsid w:val="003028AE"/>
    <w:rsid w:val="0030292A"/>
    <w:rsid w:val="00303F1E"/>
    <w:rsid w:val="00303FEB"/>
    <w:rsid w:val="00315547"/>
    <w:rsid w:val="00315C1E"/>
    <w:rsid w:val="003249C2"/>
    <w:rsid w:val="0033283A"/>
    <w:rsid w:val="00332908"/>
    <w:rsid w:val="0034148C"/>
    <w:rsid w:val="00342C20"/>
    <w:rsid w:val="00343EAC"/>
    <w:rsid w:val="00344009"/>
    <w:rsid w:val="0035432F"/>
    <w:rsid w:val="00360789"/>
    <w:rsid w:val="003608FC"/>
    <w:rsid w:val="00362B3D"/>
    <w:rsid w:val="003647F0"/>
    <w:rsid w:val="00364EF3"/>
    <w:rsid w:val="00365167"/>
    <w:rsid w:val="003663CD"/>
    <w:rsid w:val="003668CE"/>
    <w:rsid w:val="00366FDF"/>
    <w:rsid w:val="00370709"/>
    <w:rsid w:val="00370A68"/>
    <w:rsid w:val="0037597D"/>
    <w:rsid w:val="003768B0"/>
    <w:rsid w:val="003770A3"/>
    <w:rsid w:val="00377289"/>
    <w:rsid w:val="003772DE"/>
    <w:rsid w:val="00381137"/>
    <w:rsid w:val="0038311A"/>
    <w:rsid w:val="003878E3"/>
    <w:rsid w:val="003A18D4"/>
    <w:rsid w:val="003A3150"/>
    <w:rsid w:val="003A61FC"/>
    <w:rsid w:val="003A72A1"/>
    <w:rsid w:val="003C1535"/>
    <w:rsid w:val="003C5A27"/>
    <w:rsid w:val="003C5FCA"/>
    <w:rsid w:val="003C74F1"/>
    <w:rsid w:val="003D41CB"/>
    <w:rsid w:val="003D5A65"/>
    <w:rsid w:val="003E17B6"/>
    <w:rsid w:val="003E2447"/>
    <w:rsid w:val="003E303C"/>
    <w:rsid w:val="003E4B92"/>
    <w:rsid w:val="003E5DBA"/>
    <w:rsid w:val="003F25C2"/>
    <w:rsid w:val="003F37F3"/>
    <w:rsid w:val="003F439C"/>
    <w:rsid w:val="003F5E77"/>
    <w:rsid w:val="00400AB2"/>
    <w:rsid w:val="00401CB1"/>
    <w:rsid w:val="004049C2"/>
    <w:rsid w:val="0040502B"/>
    <w:rsid w:val="00406499"/>
    <w:rsid w:val="00410849"/>
    <w:rsid w:val="004154CA"/>
    <w:rsid w:val="00423544"/>
    <w:rsid w:val="00425E2A"/>
    <w:rsid w:val="00426ECB"/>
    <w:rsid w:val="00427271"/>
    <w:rsid w:val="00427892"/>
    <w:rsid w:val="00434C0C"/>
    <w:rsid w:val="004364F4"/>
    <w:rsid w:val="004371E7"/>
    <w:rsid w:val="00440081"/>
    <w:rsid w:val="00445DFA"/>
    <w:rsid w:val="00446FF1"/>
    <w:rsid w:val="004477C2"/>
    <w:rsid w:val="00447A68"/>
    <w:rsid w:val="00452043"/>
    <w:rsid w:val="00453AD7"/>
    <w:rsid w:val="00454FD7"/>
    <w:rsid w:val="00455F17"/>
    <w:rsid w:val="004631F4"/>
    <w:rsid w:val="00464792"/>
    <w:rsid w:val="004667DC"/>
    <w:rsid w:val="00466E3E"/>
    <w:rsid w:val="00470322"/>
    <w:rsid w:val="00470C43"/>
    <w:rsid w:val="00470DFD"/>
    <w:rsid w:val="00473EB9"/>
    <w:rsid w:val="00474BCA"/>
    <w:rsid w:val="004768CE"/>
    <w:rsid w:val="00483553"/>
    <w:rsid w:val="0049042B"/>
    <w:rsid w:val="00493511"/>
    <w:rsid w:val="00495436"/>
    <w:rsid w:val="004960ED"/>
    <w:rsid w:val="00496832"/>
    <w:rsid w:val="004A1A8A"/>
    <w:rsid w:val="004B19A4"/>
    <w:rsid w:val="004B795E"/>
    <w:rsid w:val="004E0C0A"/>
    <w:rsid w:val="004E53D6"/>
    <w:rsid w:val="004E6F8F"/>
    <w:rsid w:val="004F7459"/>
    <w:rsid w:val="005073EA"/>
    <w:rsid w:val="00510A79"/>
    <w:rsid w:val="00512F85"/>
    <w:rsid w:val="005179C8"/>
    <w:rsid w:val="005325EE"/>
    <w:rsid w:val="005339E2"/>
    <w:rsid w:val="005377B2"/>
    <w:rsid w:val="0054002D"/>
    <w:rsid w:val="00541704"/>
    <w:rsid w:val="00541AA1"/>
    <w:rsid w:val="00545C22"/>
    <w:rsid w:val="005519F9"/>
    <w:rsid w:val="00556FD1"/>
    <w:rsid w:val="0056043C"/>
    <w:rsid w:val="0056532B"/>
    <w:rsid w:val="005703D9"/>
    <w:rsid w:val="0058307D"/>
    <w:rsid w:val="00586007"/>
    <w:rsid w:val="00592CA0"/>
    <w:rsid w:val="0059404B"/>
    <w:rsid w:val="005948A6"/>
    <w:rsid w:val="00594C72"/>
    <w:rsid w:val="005A3FA5"/>
    <w:rsid w:val="005A5535"/>
    <w:rsid w:val="005A5F74"/>
    <w:rsid w:val="005A66B3"/>
    <w:rsid w:val="005A79CC"/>
    <w:rsid w:val="005B3651"/>
    <w:rsid w:val="005B4369"/>
    <w:rsid w:val="005C02ED"/>
    <w:rsid w:val="005C0AEC"/>
    <w:rsid w:val="005C247A"/>
    <w:rsid w:val="005D204D"/>
    <w:rsid w:val="005E17F6"/>
    <w:rsid w:val="005F0188"/>
    <w:rsid w:val="005F01D5"/>
    <w:rsid w:val="005F439A"/>
    <w:rsid w:val="005F73BB"/>
    <w:rsid w:val="00601C2C"/>
    <w:rsid w:val="00601E51"/>
    <w:rsid w:val="00602F32"/>
    <w:rsid w:val="00603932"/>
    <w:rsid w:val="006048D8"/>
    <w:rsid w:val="00606119"/>
    <w:rsid w:val="00606DB4"/>
    <w:rsid w:val="0061039E"/>
    <w:rsid w:val="0062400D"/>
    <w:rsid w:val="00624845"/>
    <w:rsid w:val="00635072"/>
    <w:rsid w:val="006419C1"/>
    <w:rsid w:val="00643783"/>
    <w:rsid w:val="00645079"/>
    <w:rsid w:val="00647E2E"/>
    <w:rsid w:val="00650090"/>
    <w:rsid w:val="00654A1F"/>
    <w:rsid w:val="00655B5E"/>
    <w:rsid w:val="00656435"/>
    <w:rsid w:val="00660E26"/>
    <w:rsid w:val="00660F87"/>
    <w:rsid w:val="00661157"/>
    <w:rsid w:val="00661DAF"/>
    <w:rsid w:val="00663860"/>
    <w:rsid w:val="00666218"/>
    <w:rsid w:val="00666BE9"/>
    <w:rsid w:val="00667F47"/>
    <w:rsid w:val="00670AD0"/>
    <w:rsid w:val="00672A03"/>
    <w:rsid w:val="00673128"/>
    <w:rsid w:val="006733B6"/>
    <w:rsid w:val="00675E74"/>
    <w:rsid w:val="006763B1"/>
    <w:rsid w:val="00686FDC"/>
    <w:rsid w:val="00691FBA"/>
    <w:rsid w:val="00692F59"/>
    <w:rsid w:val="006979ED"/>
    <w:rsid w:val="00697BBC"/>
    <w:rsid w:val="006A07A5"/>
    <w:rsid w:val="006A0B21"/>
    <w:rsid w:val="006A3BA4"/>
    <w:rsid w:val="006A55AF"/>
    <w:rsid w:val="006A5C08"/>
    <w:rsid w:val="006A7855"/>
    <w:rsid w:val="006B1B0D"/>
    <w:rsid w:val="006B44CB"/>
    <w:rsid w:val="006B5364"/>
    <w:rsid w:val="006B5442"/>
    <w:rsid w:val="006B7C37"/>
    <w:rsid w:val="006C19FF"/>
    <w:rsid w:val="006C329A"/>
    <w:rsid w:val="006C7EEB"/>
    <w:rsid w:val="006D2D94"/>
    <w:rsid w:val="006D2E49"/>
    <w:rsid w:val="006D31D4"/>
    <w:rsid w:val="006E6F1F"/>
    <w:rsid w:val="006F19FD"/>
    <w:rsid w:val="006F4264"/>
    <w:rsid w:val="006F5709"/>
    <w:rsid w:val="006F67F8"/>
    <w:rsid w:val="006F76F1"/>
    <w:rsid w:val="006F7806"/>
    <w:rsid w:val="007023D3"/>
    <w:rsid w:val="00711A39"/>
    <w:rsid w:val="00720371"/>
    <w:rsid w:val="00720A48"/>
    <w:rsid w:val="007245F5"/>
    <w:rsid w:val="007315C4"/>
    <w:rsid w:val="00732B66"/>
    <w:rsid w:val="00733B38"/>
    <w:rsid w:val="00733DAB"/>
    <w:rsid w:val="00734756"/>
    <w:rsid w:val="0073790E"/>
    <w:rsid w:val="007402AE"/>
    <w:rsid w:val="0074144F"/>
    <w:rsid w:val="00743DFA"/>
    <w:rsid w:val="00744AAC"/>
    <w:rsid w:val="007562CB"/>
    <w:rsid w:val="00757646"/>
    <w:rsid w:val="007627D3"/>
    <w:rsid w:val="00765806"/>
    <w:rsid w:val="00774C64"/>
    <w:rsid w:val="007757CD"/>
    <w:rsid w:val="00776887"/>
    <w:rsid w:val="00780184"/>
    <w:rsid w:val="00784A63"/>
    <w:rsid w:val="00791F45"/>
    <w:rsid w:val="007A3E97"/>
    <w:rsid w:val="007A6216"/>
    <w:rsid w:val="007B0177"/>
    <w:rsid w:val="007B501F"/>
    <w:rsid w:val="007B7FF4"/>
    <w:rsid w:val="007C2CB0"/>
    <w:rsid w:val="007C4959"/>
    <w:rsid w:val="007C643D"/>
    <w:rsid w:val="007D71D8"/>
    <w:rsid w:val="007E1325"/>
    <w:rsid w:val="007E6EE6"/>
    <w:rsid w:val="007E77F9"/>
    <w:rsid w:val="007F241D"/>
    <w:rsid w:val="007F29E3"/>
    <w:rsid w:val="007F2B59"/>
    <w:rsid w:val="007F37C8"/>
    <w:rsid w:val="007F64AF"/>
    <w:rsid w:val="0080009E"/>
    <w:rsid w:val="00802807"/>
    <w:rsid w:val="00805DD5"/>
    <w:rsid w:val="00807484"/>
    <w:rsid w:val="0082029D"/>
    <w:rsid w:val="00821EB4"/>
    <w:rsid w:val="00824BF8"/>
    <w:rsid w:val="0083073B"/>
    <w:rsid w:val="00831F19"/>
    <w:rsid w:val="00842EC4"/>
    <w:rsid w:val="008557CF"/>
    <w:rsid w:val="00860657"/>
    <w:rsid w:val="00863E95"/>
    <w:rsid w:val="008717DF"/>
    <w:rsid w:val="0087575A"/>
    <w:rsid w:val="0088557F"/>
    <w:rsid w:val="008875D5"/>
    <w:rsid w:val="00890AF5"/>
    <w:rsid w:val="008933FC"/>
    <w:rsid w:val="008A079A"/>
    <w:rsid w:val="008A0E8B"/>
    <w:rsid w:val="008A19DA"/>
    <w:rsid w:val="008A3DA6"/>
    <w:rsid w:val="008B3D19"/>
    <w:rsid w:val="008C0DCB"/>
    <w:rsid w:val="008C0F9F"/>
    <w:rsid w:val="008C714D"/>
    <w:rsid w:val="008D0F8B"/>
    <w:rsid w:val="008E0D1D"/>
    <w:rsid w:val="008E14CE"/>
    <w:rsid w:val="008E30E9"/>
    <w:rsid w:val="008E34D4"/>
    <w:rsid w:val="008E534D"/>
    <w:rsid w:val="008F0087"/>
    <w:rsid w:val="008F212C"/>
    <w:rsid w:val="00904D32"/>
    <w:rsid w:val="00910D4B"/>
    <w:rsid w:val="0091337E"/>
    <w:rsid w:val="0091459C"/>
    <w:rsid w:val="0092350E"/>
    <w:rsid w:val="009264AF"/>
    <w:rsid w:val="009361AD"/>
    <w:rsid w:val="00936BD2"/>
    <w:rsid w:val="00943329"/>
    <w:rsid w:val="009459A2"/>
    <w:rsid w:val="0095053C"/>
    <w:rsid w:val="00950A00"/>
    <w:rsid w:val="00951641"/>
    <w:rsid w:val="00956110"/>
    <w:rsid w:val="00963085"/>
    <w:rsid w:val="00972C5E"/>
    <w:rsid w:val="00972C7E"/>
    <w:rsid w:val="00985107"/>
    <w:rsid w:val="00991022"/>
    <w:rsid w:val="009A3D3D"/>
    <w:rsid w:val="009A476E"/>
    <w:rsid w:val="009A4E07"/>
    <w:rsid w:val="009A5B11"/>
    <w:rsid w:val="009B48A9"/>
    <w:rsid w:val="009B5B4F"/>
    <w:rsid w:val="009C4102"/>
    <w:rsid w:val="009C48BD"/>
    <w:rsid w:val="009C60E9"/>
    <w:rsid w:val="009C6AE9"/>
    <w:rsid w:val="009C7600"/>
    <w:rsid w:val="009C7C10"/>
    <w:rsid w:val="009D1991"/>
    <w:rsid w:val="009D5802"/>
    <w:rsid w:val="009E22F3"/>
    <w:rsid w:val="009E6515"/>
    <w:rsid w:val="009E7E04"/>
    <w:rsid w:val="009F5898"/>
    <w:rsid w:val="009F7100"/>
    <w:rsid w:val="00A010AC"/>
    <w:rsid w:val="00A02E25"/>
    <w:rsid w:val="00A07080"/>
    <w:rsid w:val="00A10635"/>
    <w:rsid w:val="00A12280"/>
    <w:rsid w:val="00A205D3"/>
    <w:rsid w:val="00A205F5"/>
    <w:rsid w:val="00A259C7"/>
    <w:rsid w:val="00A26459"/>
    <w:rsid w:val="00A33AB9"/>
    <w:rsid w:val="00A343CC"/>
    <w:rsid w:val="00A35D29"/>
    <w:rsid w:val="00A35EBE"/>
    <w:rsid w:val="00A43E42"/>
    <w:rsid w:val="00A44F17"/>
    <w:rsid w:val="00A44FB6"/>
    <w:rsid w:val="00A45D8A"/>
    <w:rsid w:val="00A46F0D"/>
    <w:rsid w:val="00A5296A"/>
    <w:rsid w:val="00A52BBF"/>
    <w:rsid w:val="00A57EB2"/>
    <w:rsid w:val="00A626A3"/>
    <w:rsid w:val="00A672E7"/>
    <w:rsid w:val="00A672F8"/>
    <w:rsid w:val="00A67371"/>
    <w:rsid w:val="00A7090B"/>
    <w:rsid w:val="00A73BB4"/>
    <w:rsid w:val="00A74028"/>
    <w:rsid w:val="00A757F8"/>
    <w:rsid w:val="00A77FD2"/>
    <w:rsid w:val="00A912FB"/>
    <w:rsid w:val="00A921E3"/>
    <w:rsid w:val="00AA4A30"/>
    <w:rsid w:val="00AB050D"/>
    <w:rsid w:val="00AB27F5"/>
    <w:rsid w:val="00AB2CCA"/>
    <w:rsid w:val="00AB3108"/>
    <w:rsid w:val="00AC2715"/>
    <w:rsid w:val="00AC64F9"/>
    <w:rsid w:val="00AE797A"/>
    <w:rsid w:val="00AF04A8"/>
    <w:rsid w:val="00B00F44"/>
    <w:rsid w:val="00B03F8B"/>
    <w:rsid w:val="00B06845"/>
    <w:rsid w:val="00B068FB"/>
    <w:rsid w:val="00B07E8C"/>
    <w:rsid w:val="00B204C3"/>
    <w:rsid w:val="00B21A18"/>
    <w:rsid w:val="00B24D23"/>
    <w:rsid w:val="00B25C1D"/>
    <w:rsid w:val="00B26332"/>
    <w:rsid w:val="00B26E60"/>
    <w:rsid w:val="00B33D77"/>
    <w:rsid w:val="00B3495D"/>
    <w:rsid w:val="00B37D7B"/>
    <w:rsid w:val="00B42D5F"/>
    <w:rsid w:val="00B534B4"/>
    <w:rsid w:val="00B55741"/>
    <w:rsid w:val="00B61FCB"/>
    <w:rsid w:val="00B62EDF"/>
    <w:rsid w:val="00B64F60"/>
    <w:rsid w:val="00B722A6"/>
    <w:rsid w:val="00B81F81"/>
    <w:rsid w:val="00B82C92"/>
    <w:rsid w:val="00B845E0"/>
    <w:rsid w:val="00B95C98"/>
    <w:rsid w:val="00B96C08"/>
    <w:rsid w:val="00BA2B0D"/>
    <w:rsid w:val="00BB1940"/>
    <w:rsid w:val="00BB6467"/>
    <w:rsid w:val="00BC1AC2"/>
    <w:rsid w:val="00BC4943"/>
    <w:rsid w:val="00BD147C"/>
    <w:rsid w:val="00BD39F8"/>
    <w:rsid w:val="00BD3DF1"/>
    <w:rsid w:val="00BD4A52"/>
    <w:rsid w:val="00BD4B26"/>
    <w:rsid w:val="00BD4E96"/>
    <w:rsid w:val="00BD5AA0"/>
    <w:rsid w:val="00BD660D"/>
    <w:rsid w:val="00BD69D6"/>
    <w:rsid w:val="00BD6E40"/>
    <w:rsid w:val="00BE234A"/>
    <w:rsid w:val="00BE6BC4"/>
    <w:rsid w:val="00BF366A"/>
    <w:rsid w:val="00BF6437"/>
    <w:rsid w:val="00C0057B"/>
    <w:rsid w:val="00C01986"/>
    <w:rsid w:val="00C027DA"/>
    <w:rsid w:val="00C103C6"/>
    <w:rsid w:val="00C10B25"/>
    <w:rsid w:val="00C22AA8"/>
    <w:rsid w:val="00C24563"/>
    <w:rsid w:val="00C34861"/>
    <w:rsid w:val="00C37B2A"/>
    <w:rsid w:val="00C44183"/>
    <w:rsid w:val="00C513FA"/>
    <w:rsid w:val="00C51B6C"/>
    <w:rsid w:val="00C62BB6"/>
    <w:rsid w:val="00C70669"/>
    <w:rsid w:val="00C72902"/>
    <w:rsid w:val="00C8069C"/>
    <w:rsid w:val="00C816B5"/>
    <w:rsid w:val="00C82386"/>
    <w:rsid w:val="00C83879"/>
    <w:rsid w:val="00C86505"/>
    <w:rsid w:val="00C876F9"/>
    <w:rsid w:val="00CA2D06"/>
    <w:rsid w:val="00CA367D"/>
    <w:rsid w:val="00CB3705"/>
    <w:rsid w:val="00CB5787"/>
    <w:rsid w:val="00CB606E"/>
    <w:rsid w:val="00CB736E"/>
    <w:rsid w:val="00CC0C01"/>
    <w:rsid w:val="00CC2331"/>
    <w:rsid w:val="00CC2A2D"/>
    <w:rsid w:val="00CD0B90"/>
    <w:rsid w:val="00CD6218"/>
    <w:rsid w:val="00CE133B"/>
    <w:rsid w:val="00CF14C1"/>
    <w:rsid w:val="00CF3826"/>
    <w:rsid w:val="00CF44A8"/>
    <w:rsid w:val="00CF54A6"/>
    <w:rsid w:val="00D0332D"/>
    <w:rsid w:val="00D036EA"/>
    <w:rsid w:val="00D06D79"/>
    <w:rsid w:val="00D14C48"/>
    <w:rsid w:val="00D16CCD"/>
    <w:rsid w:val="00D21809"/>
    <w:rsid w:val="00D240C6"/>
    <w:rsid w:val="00D4188B"/>
    <w:rsid w:val="00D479E0"/>
    <w:rsid w:val="00D57E8D"/>
    <w:rsid w:val="00D60A37"/>
    <w:rsid w:val="00D618BA"/>
    <w:rsid w:val="00D62D80"/>
    <w:rsid w:val="00D750CC"/>
    <w:rsid w:val="00D8135F"/>
    <w:rsid w:val="00D83826"/>
    <w:rsid w:val="00D851AD"/>
    <w:rsid w:val="00D91ADD"/>
    <w:rsid w:val="00D9264E"/>
    <w:rsid w:val="00D92A58"/>
    <w:rsid w:val="00D93633"/>
    <w:rsid w:val="00D94B13"/>
    <w:rsid w:val="00D94D6C"/>
    <w:rsid w:val="00DA0CFC"/>
    <w:rsid w:val="00DC62C6"/>
    <w:rsid w:val="00DD1F31"/>
    <w:rsid w:val="00DD49F3"/>
    <w:rsid w:val="00DD6008"/>
    <w:rsid w:val="00DE2FC5"/>
    <w:rsid w:val="00DE4EF9"/>
    <w:rsid w:val="00DE5E87"/>
    <w:rsid w:val="00DE6942"/>
    <w:rsid w:val="00DF0254"/>
    <w:rsid w:val="00DF7910"/>
    <w:rsid w:val="00E006BC"/>
    <w:rsid w:val="00E13663"/>
    <w:rsid w:val="00E16F3F"/>
    <w:rsid w:val="00E219E4"/>
    <w:rsid w:val="00E243E5"/>
    <w:rsid w:val="00E329C8"/>
    <w:rsid w:val="00E33BA4"/>
    <w:rsid w:val="00E36311"/>
    <w:rsid w:val="00E364FC"/>
    <w:rsid w:val="00E36793"/>
    <w:rsid w:val="00E43126"/>
    <w:rsid w:val="00E43D1D"/>
    <w:rsid w:val="00E43EA9"/>
    <w:rsid w:val="00E50922"/>
    <w:rsid w:val="00E512A2"/>
    <w:rsid w:val="00E51C91"/>
    <w:rsid w:val="00E53293"/>
    <w:rsid w:val="00E537F9"/>
    <w:rsid w:val="00E5616B"/>
    <w:rsid w:val="00E56351"/>
    <w:rsid w:val="00E64D50"/>
    <w:rsid w:val="00E72ABF"/>
    <w:rsid w:val="00E76D60"/>
    <w:rsid w:val="00E777D4"/>
    <w:rsid w:val="00E817B7"/>
    <w:rsid w:val="00E84373"/>
    <w:rsid w:val="00E8585E"/>
    <w:rsid w:val="00E85D72"/>
    <w:rsid w:val="00E86833"/>
    <w:rsid w:val="00E916ED"/>
    <w:rsid w:val="00E97B3F"/>
    <w:rsid w:val="00EA0C17"/>
    <w:rsid w:val="00EA1799"/>
    <w:rsid w:val="00EA5FAB"/>
    <w:rsid w:val="00EA697B"/>
    <w:rsid w:val="00EB3E86"/>
    <w:rsid w:val="00EB64D7"/>
    <w:rsid w:val="00EC5109"/>
    <w:rsid w:val="00EC56C5"/>
    <w:rsid w:val="00EC7DD5"/>
    <w:rsid w:val="00ED43B0"/>
    <w:rsid w:val="00ED5963"/>
    <w:rsid w:val="00ED5AEA"/>
    <w:rsid w:val="00EE1D3D"/>
    <w:rsid w:val="00EE77F5"/>
    <w:rsid w:val="00EF03E5"/>
    <w:rsid w:val="00EF24CA"/>
    <w:rsid w:val="00EF425F"/>
    <w:rsid w:val="00F054CA"/>
    <w:rsid w:val="00F11ABD"/>
    <w:rsid w:val="00F11BA6"/>
    <w:rsid w:val="00F145D8"/>
    <w:rsid w:val="00F22E7F"/>
    <w:rsid w:val="00F3017C"/>
    <w:rsid w:val="00F32D7A"/>
    <w:rsid w:val="00F34D0D"/>
    <w:rsid w:val="00F3528B"/>
    <w:rsid w:val="00F55C30"/>
    <w:rsid w:val="00F57027"/>
    <w:rsid w:val="00F579E6"/>
    <w:rsid w:val="00F65153"/>
    <w:rsid w:val="00F7530F"/>
    <w:rsid w:val="00F753AA"/>
    <w:rsid w:val="00F818DF"/>
    <w:rsid w:val="00F823A6"/>
    <w:rsid w:val="00F82750"/>
    <w:rsid w:val="00F8350B"/>
    <w:rsid w:val="00F8400D"/>
    <w:rsid w:val="00F84095"/>
    <w:rsid w:val="00F857E3"/>
    <w:rsid w:val="00F92C56"/>
    <w:rsid w:val="00F92E59"/>
    <w:rsid w:val="00F96325"/>
    <w:rsid w:val="00F9721C"/>
    <w:rsid w:val="00F9734F"/>
    <w:rsid w:val="00F977E9"/>
    <w:rsid w:val="00FA0BEA"/>
    <w:rsid w:val="00FA2D87"/>
    <w:rsid w:val="00FA31AE"/>
    <w:rsid w:val="00FA437A"/>
    <w:rsid w:val="00FC0BAB"/>
    <w:rsid w:val="00FC1327"/>
    <w:rsid w:val="00FC5092"/>
    <w:rsid w:val="00FC7253"/>
    <w:rsid w:val="00FD135E"/>
    <w:rsid w:val="00FE77E9"/>
    <w:rsid w:val="00FF041D"/>
    <w:rsid w:val="00FF190B"/>
    <w:rsid w:val="00FF2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4:docId w14:val="17069E3C"/>
  <w15:docId w15:val="{DFE9DD54-3383-43EA-BC9D-193AE991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56351"/>
    <w:rPr>
      <w:rFonts w:ascii="Arial Narrow" w:hAnsi="Arial Narrow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5948A6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5948A6"/>
    <w:pPr>
      <w:tabs>
        <w:tab w:val="center" w:pos="4536"/>
        <w:tab w:val="right" w:pos="9072"/>
      </w:tabs>
    </w:pPr>
  </w:style>
  <w:style w:type="character" w:styleId="Lienhypertexte">
    <w:name w:val="Hyperlink"/>
    <w:basedOn w:val="Policepardfaut"/>
    <w:rsid w:val="00E56351"/>
    <w:rPr>
      <w:color w:val="0000FF"/>
      <w:u w:val="single"/>
    </w:rPr>
  </w:style>
  <w:style w:type="paragraph" w:customStyle="1" w:styleId="saut">
    <w:name w:val="saut"/>
    <w:rsid w:val="00E56351"/>
    <w:pPr>
      <w:spacing w:line="160" w:lineRule="exact"/>
    </w:pPr>
    <w:rPr>
      <w:rFonts w:ascii="Arial" w:hAnsi="Arial"/>
      <w:sz w:val="16"/>
    </w:rPr>
  </w:style>
  <w:style w:type="table" w:styleId="Grilledutableau">
    <w:name w:val="Table Grid"/>
    <w:basedOn w:val="TableauNormal"/>
    <w:rsid w:val="00E16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rsid w:val="00EC56C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C56C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537F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customStyle="1" w:styleId="Normal1">
    <w:name w:val="Normal1"/>
    <w:basedOn w:val="Normal"/>
    <w:rsid w:val="00003FB4"/>
    <w:pPr>
      <w:keepLines/>
      <w:tabs>
        <w:tab w:val="left" w:pos="284"/>
        <w:tab w:val="left" w:pos="567"/>
        <w:tab w:val="left" w:pos="851"/>
      </w:tabs>
      <w:ind w:firstLine="284"/>
      <w:jc w:val="both"/>
    </w:pPr>
    <w:rPr>
      <w:rFonts w:ascii="Times New Roman" w:hAnsi="Times New Roman"/>
      <w:sz w:val="22"/>
    </w:rPr>
  </w:style>
  <w:style w:type="paragraph" w:customStyle="1" w:styleId="ParagrapheIndent2">
    <w:name w:val="ParagrapheIndent2"/>
    <w:basedOn w:val="Normal"/>
    <w:next w:val="Normal"/>
    <w:qFormat/>
    <w:rsid w:val="005D204D"/>
    <w:rPr>
      <w:rFonts w:ascii="Trebuchet MS" w:eastAsia="Trebuchet MS" w:hAnsi="Trebuchet MS" w:cs="Trebuchet MS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569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7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35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ccayrier\LOCALS~1\Temp\lettreAdmLogoN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lettreAdmLogoNB</Template>
  <TotalTime>139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Scds</vt:lpstr>
    </vt:vector>
  </TitlesOfParts>
  <Company>ENSSIB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Scds</dc:title>
  <dc:creator>enssib</dc:creator>
  <cp:lastModifiedBy>CERNAT Valentina-Cristina</cp:lastModifiedBy>
  <cp:revision>46</cp:revision>
  <cp:lastPrinted>2021-12-09T15:27:00Z</cp:lastPrinted>
  <dcterms:created xsi:type="dcterms:W3CDTF">2012-12-04T07:46:00Z</dcterms:created>
  <dcterms:modified xsi:type="dcterms:W3CDTF">2025-08-25T13:08:00Z</dcterms:modified>
</cp:coreProperties>
</file>